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F27" w:rsidRDefault="004F29FF">
      <w:r>
        <w:t xml:space="preserve">Tim </w:t>
      </w:r>
      <w:proofErr w:type="spellStart"/>
      <w:r>
        <w:t>Callery</w:t>
      </w:r>
      <w:proofErr w:type="spellEnd"/>
      <w:r w:rsidR="00636D41">
        <w:tab/>
      </w:r>
      <w:r w:rsidR="00636D41">
        <w:tab/>
      </w:r>
      <w:r w:rsidRPr="004F29FF">
        <w:rPr>
          <w:sz w:val="28"/>
          <w:szCs w:val="28"/>
        </w:rPr>
        <w:t>Historians and Archeologist</w:t>
      </w:r>
      <w:r w:rsidR="00636D41">
        <w:rPr>
          <w:sz w:val="28"/>
          <w:szCs w:val="28"/>
        </w:rPr>
        <w:t xml:space="preserve"> Vocab.</w:t>
      </w:r>
      <w:r w:rsidRPr="004F29FF">
        <w:rPr>
          <w:sz w:val="28"/>
          <w:szCs w:val="28"/>
        </w:rPr>
        <w:t xml:space="preserve"> Essay</w:t>
      </w:r>
      <w:r>
        <w:tab/>
      </w:r>
      <w:r>
        <w:tab/>
        <w:t>9-20-11</w:t>
      </w:r>
      <w:r>
        <w:br/>
      </w:r>
    </w:p>
    <w:p w:rsidR="004F29FF" w:rsidRDefault="004F29FF">
      <w:r>
        <w:tab/>
      </w:r>
      <w:r w:rsidR="00636D41">
        <w:t>When Archeologists and Historians work they can sometimes say words that you do not understand. In this essay I will tel</w:t>
      </w:r>
      <w:r w:rsidR="00A45F00">
        <w:t>l you about some words that are important</w:t>
      </w:r>
      <w:r w:rsidR="00636D41">
        <w:t xml:space="preserve"> to any Archeologist or Historian. I hope you learn lots of things about these important words in this essay.</w:t>
      </w:r>
    </w:p>
    <w:p w:rsidR="00636D41" w:rsidRDefault="00C81E3F">
      <w:r>
        <w:tab/>
        <w:t>These are the definitio</w:t>
      </w:r>
      <w:r w:rsidR="00A77C2B">
        <w:t xml:space="preserve">ns of some </w:t>
      </w:r>
      <w:proofErr w:type="gramStart"/>
      <w:r w:rsidR="00A77C2B">
        <w:t xml:space="preserve">those </w:t>
      </w:r>
      <w:r w:rsidR="00636D41">
        <w:t xml:space="preserve"> important</w:t>
      </w:r>
      <w:proofErr w:type="gramEnd"/>
      <w:r w:rsidR="00636D41">
        <w:t xml:space="preserve"> words</w:t>
      </w:r>
      <w:r w:rsidR="00A77C2B">
        <w:t xml:space="preserve"> that associate with </w:t>
      </w:r>
      <w:r w:rsidR="00A77C2B" w:rsidRPr="0093635C">
        <w:rPr>
          <w:u w:val="single"/>
        </w:rPr>
        <w:t>people and how they live</w:t>
      </w:r>
      <w:r w:rsidR="00636D41">
        <w:t>.</w:t>
      </w:r>
      <w:r>
        <w:t xml:space="preserve"> Culture is what people worship like in a religion,</w:t>
      </w:r>
      <w:r w:rsidR="00006846">
        <w:t xml:space="preserve"> t</w:t>
      </w:r>
      <w:r w:rsidR="00A77C2B">
        <w:t xml:space="preserve">heir government, their </w:t>
      </w:r>
      <w:proofErr w:type="gramStart"/>
      <w:r w:rsidR="00A77C2B">
        <w:t xml:space="preserve">country </w:t>
      </w:r>
      <w:r w:rsidR="00CB4694">
        <w:t>,</w:t>
      </w:r>
      <w:proofErr w:type="gramEnd"/>
      <w:r>
        <w:t xml:space="preserve"> what they’re race is</w:t>
      </w:r>
      <w:r w:rsidR="00CB4694">
        <w:t>,</w:t>
      </w:r>
      <w:r w:rsidR="0093635C">
        <w:t xml:space="preserve"> </w:t>
      </w:r>
      <w:r w:rsidR="00CB4694">
        <w:t>and their language</w:t>
      </w:r>
      <w:r>
        <w:t xml:space="preserve">. Customs are what people </w:t>
      </w:r>
      <w:r w:rsidRPr="00A77C2B">
        <w:t xml:space="preserve">do </w:t>
      </w:r>
      <w:r>
        <w:t>in reli</w:t>
      </w:r>
      <w:r w:rsidR="00A77C2B">
        <w:t>gions or their countries</w:t>
      </w:r>
      <w:r>
        <w:t>. For example, peopl</w:t>
      </w:r>
      <w:r w:rsidR="00006846">
        <w:t>e have Thanksgiving dinner in t</w:t>
      </w:r>
      <w:r>
        <w:t>he U.S.A</w:t>
      </w:r>
      <w:r w:rsidR="00006846">
        <w:t xml:space="preserve"> in November to celebrate some pilgrims and the natives making peace at Plymouth. Values are what people think are key elements of the people in their culture or religion. For example, some people value bravery or some people value being humble and being wise</w:t>
      </w:r>
      <w:r w:rsidR="00CB4694">
        <w:t xml:space="preserve">. </w:t>
      </w:r>
      <w:r w:rsidR="00A45F00">
        <w:t>I am Catholic,</w:t>
      </w:r>
      <w:r w:rsidR="0093635C">
        <w:t xml:space="preserve"> I am American</w:t>
      </w:r>
      <w:r w:rsidR="00A45F00">
        <w:t>,</w:t>
      </w:r>
      <w:r w:rsidR="0093635C">
        <w:t xml:space="preserve"> and I speak English.</w:t>
      </w:r>
      <w:r w:rsidR="00CB4694">
        <w:t xml:space="preserve"> I do celebrate Thanksgiving and I also celebrate Christmas and Easter [Catholic holidays].Those are</w:t>
      </w:r>
      <w:r w:rsidR="0093635C">
        <w:t xml:space="preserve"> some</w:t>
      </w:r>
      <w:r w:rsidR="00CB4694">
        <w:t xml:space="preserve"> customs</w:t>
      </w:r>
      <w:r w:rsidR="00A45F00">
        <w:t xml:space="preserve"> that</w:t>
      </w:r>
      <w:r w:rsidR="00CB4694">
        <w:t xml:space="preserve"> I have</w:t>
      </w:r>
      <w:r w:rsidR="0093635C">
        <w:t>.</w:t>
      </w:r>
    </w:p>
    <w:p w:rsidR="00006846" w:rsidRDefault="009364E5">
      <w:r>
        <w:tab/>
        <w:t xml:space="preserve">Archeologists and Historians use </w:t>
      </w:r>
      <w:r w:rsidRPr="009364E5">
        <w:rPr>
          <w:u w:val="single"/>
        </w:rPr>
        <w:t xml:space="preserve">sources </w:t>
      </w:r>
      <w:r>
        <w:t xml:space="preserve">to find facts and learn about the past. </w:t>
      </w:r>
      <w:r w:rsidR="006E2714">
        <w:t xml:space="preserve">Sources are how Archeologists and Historians learn </w:t>
      </w:r>
      <w:r>
        <w:t>about the hist</w:t>
      </w:r>
      <w:bookmarkStart w:id="0" w:name="_GoBack"/>
      <w:bookmarkEnd w:id="0"/>
      <w:r>
        <w:t xml:space="preserve">ory they are </w:t>
      </w:r>
      <w:proofErr w:type="gramStart"/>
      <w:r>
        <w:t xml:space="preserve">studying </w:t>
      </w:r>
      <w:r w:rsidR="006E2714">
        <w:t>.</w:t>
      </w:r>
      <w:proofErr w:type="gramEnd"/>
      <w:r w:rsidR="006E2714">
        <w:t xml:space="preserve"> </w:t>
      </w:r>
      <w:proofErr w:type="gramStart"/>
      <w:r w:rsidR="006E2714">
        <w:t>For example reading a book, finding an artifact, peo</w:t>
      </w:r>
      <w:r w:rsidR="00AC57C0">
        <w:t>ple informing you, etc.</w:t>
      </w:r>
      <w:proofErr w:type="gramEnd"/>
      <w:r w:rsidR="00AC57C0">
        <w:t xml:space="preserve">  Oral history is people telling you about history because they were alive then. That is a </w:t>
      </w:r>
      <w:r w:rsidR="00AC57C0" w:rsidRPr="00AC57C0">
        <w:rPr>
          <w:u w:val="single"/>
        </w:rPr>
        <w:t>primary source</w:t>
      </w:r>
      <w:r w:rsidR="00AC57C0">
        <w:t xml:space="preserve"> that Archeologists and Historians learn from. A primary source is something like a person telling you something about it, finding an artifact about it, or finding a diary or writing from the time it happened</w:t>
      </w:r>
      <w:r>
        <w:t>. A secondary source is something like a textbook or history book with facts about the time that wasn’t around during that time.</w:t>
      </w:r>
      <w:r w:rsidR="00D14242">
        <w:t xml:space="preserve"> An artifact is a primary source that Archeologists use a lot. For example the Terra-cotta soldiers found in China are artifacts. They help Archeologists and Historians study ancient Chinese history.</w:t>
      </w:r>
      <w:r w:rsidR="00A45F00">
        <w:t xml:space="preserve"> O</w:t>
      </w:r>
      <w:r w:rsidR="00CB4694">
        <w:t>nce I found a piece of pottery probably from the 50’s</w:t>
      </w:r>
      <w:proofErr w:type="gramStart"/>
      <w:r w:rsidR="00CB4694">
        <w:t>,now</w:t>
      </w:r>
      <w:proofErr w:type="gramEnd"/>
      <w:r w:rsidR="00CB4694">
        <w:t xml:space="preserve"> I know that this is a primary resource because it is an artifact directly from that time period. I also read American Civil War</w:t>
      </w:r>
      <w:r w:rsidR="0093635C">
        <w:t xml:space="preserve"> books. I now know that those are secondary sources because it was not around during 1861-1865.</w:t>
      </w:r>
    </w:p>
    <w:p w:rsidR="009364E5" w:rsidRDefault="0093635C">
      <w:r>
        <w:tab/>
        <w:t xml:space="preserve"> Archeologists are very important people because they help us find history and learn about it. For example, Howard Carter found King Tutankhamen’s tomb which helped </w:t>
      </w:r>
      <w:r w:rsidR="00A45F00">
        <w:t>us learn more about his life</w:t>
      </w:r>
      <w:r>
        <w:t xml:space="preserve"> and that he was a boy of 12 when he was</w:t>
      </w:r>
      <w:r w:rsidR="00A45F00">
        <w:t xml:space="preserve"> a</w:t>
      </w:r>
      <w:r>
        <w:t xml:space="preserve"> Pharaoh! </w:t>
      </w:r>
      <w:r w:rsidR="00D14242">
        <w:t xml:space="preserve">An Archeologist is a person who </w:t>
      </w:r>
      <w:r w:rsidR="00D14242" w:rsidRPr="00D14242">
        <w:rPr>
          <w:u w:val="single"/>
        </w:rPr>
        <w:t>excavates</w:t>
      </w:r>
      <w:r w:rsidR="00D14242">
        <w:t xml:space="preserve"> and studies artifacts</w:t>
      </w:r>
      <w:r>
        <w:t>. Excavating is when Archeologists dig up or find the artifacts they are looking for or have found.</w:t>
      </w:r>
      <w:r w:rsidR="008D28A6">
        <w:t xml:space="preserve"> Archeologists have had an impact on my life because they made me more </w:t>
      </w:r>
      <w:proofErr w:type="gramStart"/>
      <w:r w:rsidR="008D28A6">
        <w:t>interested  in</w:t>
      </w:r>
      <w:proofErr w:type="gramEnd"/>
      <w:r w:rsidR="008D28A6">
        <w:t xml:space="preserve"> social studies and history and I also want to be an Archeologist! I bet these words connect to your life too.</w:t>
      </w:r>
      <w:r>
        <w:t xml:space="preserve"> </w:t>
      </w:r>
      <w:r w:rsidR="00B52D98">
        <w:t xml:space="preserve"> </w:t>
      </w:r>
    </w:p>
    <w:p w:rsidR="00B52D98" w:rsidRDefault="00B52D98">
      <w:r>
        <w:tab/>
        <w:t>These words are very important to any Archeologist or Historian. They are also important to the students who study history in school, like me. Now I hope you understand these words because sometimes they can be confusing. I hope you found this essay informing and enjoyable.</w:t>
      </w:r>
    </w:p>
    <w:sectPr w:rsidR="00B52D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9FF"/>
    <w:rsid w:val="00006846"/>
    <w:rsid w:val="003C7BA6"/>
    <w:rsid w:val="004F29FF"/>
    <w:rsid w:val="00636D41"/>
    <w:rsid w:val="006E2714"/>
    <w:rsid w:val="008D28A6"/>
    <w:rsid w:val="0093635C"/>
    <w:rsid w:val="009364E5"/>
    <w:rsid w:val="00A45F00"/>
    <w:rsid w:val="00A77C2B"/>
    <w:rsid w:val="00AC57C0"/>
    <w:rsid w:val="00B52D98"/>
    <w:rsid w:val="00B84F27"/>
    <w:rsid w:val="00C81E3F"/>
    <w:rsid w:val="00CB4694"/>
    <w:rsid w:val="00D14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C3A4F212.dotm</Template>
  <TotalTime>1</TotalTime>
  <Pages>1</Pages>
  <Words>473</Words>
  <Characters>2700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Lakeland Central School District</Company>
  <LinksUpToDate>false</LinksUpToDate>
  <CharactersWithSpaces>3167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3</cp:revision>
  <cp:lastPrinted>2011-09-22T19:32:00Z</cp:lastPrinted>
  <dcterms:created xsi:type="dcterms:W3CDTF">2011-09-22T19:32:00Z</dcterms:created>
  <dcterms:modified xsi:type="dcterms:W3CDTF">2011-09-22T19:33:00Z</dcterms:modified>
</cp:coreProperties>
</file>